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A44B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p w14:paraId="5B53D1E6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  <w:bookmarkStart w:id="0" w:name="Start"/>
    </w:p>
    <w:p w14:paraId="39A839C0" w14:textId="77777777" w:rsidR="00844784" w:rsidRPr="00003CD2" w:rsidRDefault="00844784">
      <w:pPr>
        <w:jc w:val="both"/>
        <w:rPr>
          <w:rFonts w:ascii="Arial" w:hAnsi="Arial"/>
          <w:sz w:val="22"/>
          <w:lang w:val="en-GB"/>
        </w:rPr>
      </w:pPr>
    </w:p>
    <w:bookmarkEnd w:id="0"/>
    <w:p w14:paraId="20831027" w14:textId="77777777" w:rsidR="005F675A" w:rsidRPr="00003CD2" w:rsidRDefault="005F675A" w:rsidP="005F675A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27D869B6" w14:textId="77777777" w:rsidR="00AF7943" w:rsidRPr="00003CD2" w:rsidRDefault="00AF7943" w:rsidP="00AF794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03ABE59D" w14:textId="77777777" w:rsidR="00B97063" w:rsidRPr="00003CD2" w:rsidRDefault="00B97063" w:rsidP="00B97063">
      <w:pPr>
        <w:spacing w:line="252" w:lineRule="exact"/>
        <w:ind w:right="282"/>
        <w:jc w:val="both"/>
        <w:rPr>
          <w:rFonts w:ascii="Arial" w:hAnsi="Arial"/>
          <w:sz w:val="20"/>
          <w:lang w:val="en-GB"/>
        </w:rPr>
      </w:pPr>
    </w:p>
    <w:p w14:paraId="65A9E9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426CF482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8ECE701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67120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42AF893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F8EE01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2736BCA7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9F00970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8A7056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A87E44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1A4CCAF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140DE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0F66F18D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7B4D6764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38457DE" w14:textId="77777777" w:rsidR="00D15E6E" w:rsidRPr="00D15E6E" w:rsidRDefault="00D15E6E" w:rsidP="00D15E6E">
      <w:pPr>
        <w:rPr>
          <w:rFonts w:ascii="Arial" w:hAnsi="Arial"/>
          <w:sz w:val="20"/>
          <w:lang w:val="en-GB"/>
        </w:rPr>
      </w:pPr>
    </w:p>
    <w:p w14:paraId="672BD941" w14:textId="77777777" w:rsidR="00D15E6E" w:rsidRDefault="00D15E6E" w:rsidP="00D15E6E">
      <w:pPr>
        <w:rPr>
          <w:rFonts w:ascii="Arial" w:hAnsi="Arial"/>
          <w:sz w:val="20"/>
          <w:lang w:val="en-GB"/>
        </w:rPr>
      </w:pPr>
    </w:p>
    <w:p w14:paraId="183A8B40" w14:textId="77777777" w:rsidR="00D15E6E" w:rsidRPr="00D15E6E" w:rsidRDefault="00D15E6E" w:rsidP="00D15E6E">
      <w:pPr>
        <w:tabs>
          <w:tab w:val="left" w:pos="2949"/>
        </w:tabs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tab/>
      </w:r>
    </w:p>
    <w:sectPr w:rsidR="00D15E6E" w:rsidRPr="00D15E6E" w:rsidSect="00D15E6E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794" w:left="1418" w:header="1021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5BFEE" w14:textId="77777777" w:rsidR="00A53823" w:rsidRDefault="00A53823">
      <w:r>
        <w:separator/>
      </w:r>
    </w:p>
  </w:endnote>
  <w:endnote w:type="continuationSeparator" w:id="0">
    <w:p w14:paraId="4E923C5B" w14:textId="77777777" w:rsidR="00A53823" w:rsidRDefault="00A5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72F0" w14:textId="77777777" w:rsidR="00880AFB" w:rsidRDefault="00880A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F944B2" w14:textId="77777777" w:rsidR="00880AFB" w:rsidRDefault="00880AF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8008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CC6C45" w14:textId="77777777" w:rsidR="0084795C" w:rsidRDefault="0084795C">
            <w:pPr>
              <w:pStyle w:val="Footer"/>
              <w:jc w:val="right"/>
            </w:pPr>
            <w:r w:rsidRPr="0084795C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PAGE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4795C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4795C">
              <w:rPr>
                <w:rFonts w:ascii="Arial" w:hAnsi="Arial" w:cs="Arial"/>
                <w:sz w:val="16"/>
                <w:szCs w:val="16"/>
              </w:rPr>
              <w:instrText xml:space="preserve"> NUMPAGES  </w:instrTex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4795C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4795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3C6244E5" w14:textId="77777777" w:rsidR="00880AFB" w:rsidRDefault="00880AFB">
    <w:pPr>
      <w:pStyle w:val="Footer"/>
      <w:ind w:right="360"/>
      <w:rPr>
        <w:rFonts w:ascii="Arial" w:hAnsi="Arial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4AA97" w14:textId="77777777" w:rsidR="00C94030" w:rsidRPr="00E0168B" w:rsidRDefault="00C94030" w:rsidP="00C94030">
    <w:pPr>
      <w:tabs>
        <w:tab w:val="left" w:pos="3240"/>
      </w:tabs>
      <w:jc w:val="center"/>
      <w:rPr>
        <w:rFonts w:ascii="Arial" w:hAnsi="Arial" w:cs="Arial"/>
        <w:sz w:val="16"/>
      </w:rPr>
    </w:pPr>
    <w:r w:rsidRPr="00E0168B">
      <w:rPr>
        <w:rFonts w:ascii="Arial" w:hAnsi="Arial" w:cs="Arial"/>
        <w:sz w:val="16"/>
      </w:rPr>
      <w:t xml:space="preserve">7/F V Corporate Centre 125 L.P. </w:t>
    </w:r>
    <w:proofErr w:type="spellStart"/>
    <w:r w:rsidRPr="00E0168B">
      <w:rPr>
        <w:rFonts w:ascii="Arial" w:hAnsi="Arial" w:cs="Arial"/>
        <w:sz w:val="16"/>
      </w:rPr>
      <w:t>Leviste</w:t>
    </w:r>
    <w:proofErr w:type="spellEnd"/>
    <w:r w:rsidRPr="00E0168B">
      <w:rPr>
        <w:rFonts w:ascii="Arial" w:hAnsi="Arial" w:cs="Arial"/>
        <w:sz w:val="16"/>
      </w:rPr>
      <w:t xml:space="preserve"> Street, Salcedo Village MAKATI CITY Philippines 1227</w:t>
    </w:r>
  </w:p>
  <w:p w14:paraId="1B0138CD" w14:textId="77777777" w:rsidR="00C94030" w:rsidRPr="00E0168B" w:rsidRDefault="00C94030" w:rsidP="00C94030">
    <w:pPr>
      <w:tabs>
        <w:tab w:val="left" w:pos="3240"/>
      </w:tabs>
      <w:jc w:val="center"/>
      <w:rPr>
        <w:rFonts w:ascii="Arial" w:hAnsi="Arial" w:cs="Arial"/>
        <w:sz w:val="16"/>
      </w:rPr>
    </w:pPr>
    <w:r w:rsidRPr="00E0168B">
      <w:rPr>
        <w:rFonts w:ascii="Arial" w:hAnsi="Arial" w:cs="Arial"/>
        <w:sz w:val="16"/>
      </w:rPr>
      <w:t xml:space="preserve">Tel: +63 2 877 4377 Fax: + 63 2 551 8698   E-mail: </w:t>
    </w:r>
    <w:hyperlink r:id="rId1" w:history="1">
      <w:r w:rsidRPr="00E0168B">
        <w:rPr>
          <w:rStyle w:val="Hyperlink"/>
          <w:rFonts w:ascii="Arial" w:hAnsi="Arial" w:cs="Arial"/>
          <w:sz w:val="16"/>
        </w:rPr>
        <w:t>hfsp@hoegh.com</w:t>
      </w:r>
    </w:hyperlink>
  </w:p>
  <w:p w14:paraId="18ECD110" w14:textId="77777777" w:rsidR="00C94030" w:rsidRPr="00E0168B" w:rsidRDefault="00C94030" w:rsidP="00C94030">
    <w:pPr>
      <w:tabs>
        <w:tab w:val="left" w:pos="3240"/>
      </w:tabs>
      <w:jc w:val="center"/>
      <w:rPr>
        <w:rFonts w:ascii="Arial" w:hAnsi="Arial" w:cs="Arial"/>
        <w:sz w:val="16"/>
      </w:rPr>
    </w:pPr>
    <w:r w:rsidRPr="00E0168B">
      <w:rPr>
        <w:rFonts w:ascii="Arial" w:hAnsi="Arial" w:cs="Arial"/>
        <w:sz w:val="16"/>
      </w:rPr>
      <w:t xml:space="preserve"> </w:t>
    </w:r>
  </w:p>
  <w:p w14:paraId="36EBFF93" w14:textId="77777777" w:rsidR="00963553" w:rsidRPr="00C94030" w:rsidRDefault="00963553" w:rsidP="00C940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EA87B" w14:textId="77777777" w:rsidR="00A53823" w:rsidRDefault="00A53823">
      <w:r>
        <w:separator/>
      </w:r>
    </w:p>
  </w:footnote>
  <w:footnote w:type="continuationSeparator" w:id="0">
    <w:p w14:paraId="343E623C" w14:textId="77777777" w:rsidR="00A53823" w:rsidRDefault="00A53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A756B" w14:textId="7572ECFD" w:rsidR="00880AFB" w:rsidRDefault="00C94030" w:rsidP="00FB6932">
    <w:pPr>
      <w:pStyle w:val="Footer"/>
      <w:tabs>
        <w:tab w:val="clear" w:pos="4153"/>
        <w:tab w:val="clear" w:pos="8306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  <w:jc w:val="center"/>
      <w:rPr>
        <w:rFonts w:ascii="Tms Rmn" w:hAnsi="Tms Rmn"/>
        <w:snapToGrid w:val="0"/>
        <w:lang w:val="en-GB"/>
      </w:rPr>
    </w:pPr>
    <w:r>
      <w:rPr>
        <w:noProof/>
      </w:rPr>
      <w:drawing>
        <wp:inline distT="0" distB="0" distL="0" distR="0" wp14:anchorId="4CABA99B" wp14:editId="54FAA55D">
          <wp:extent cx="3048740" cy="618971"/>
          <wp:effectExtent l="0" t="0" r="0" b="0"/>
          <wp:docPr id="73388194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6204" cy="6346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18"/>
    <w:rsid w:val="00003CD2"/>
    <w:rsid w:val="00007139"/>
    <w:rsid w:val="0003771C"/>
    <w:rsid w:val="00047F55"/>
    <w:rsid w:val="00072425"/>
    <w:rsid w:val="000B673C"/>
    <w:rsid w:val="000D5FFC"/>
    <w:rsid w:val="0010752A"/>
    <w:rsid w:val="00150BDA"/>
    <w:rsid w:val="0016241D"/>
    <w:rsid w:val="00177D3F"/>
    <w:rsid w:val="001D7457"/>
    <w:rsid w:val="001F0B65"/>
    <w:rsid w:val="002B1028"/>
    <w:rsid w:val="002D09DB"/>
    <w:rsid w:val="002E3E16"/>
    <w:rsid w:val="00394B3A"/>
    <w:rsid w:val="003B2D18"/>
    <w:rsid w:val="00417BD9"/>
    <w:rsid w:val="00464D15"/>
    <w:rsid w:val="0049189C"/>
    <w:rsid w:val="004E208D"/>
    <w:rsid w:val="00521C9B"/>
    <w:rsid w:val="005461F4"/>
    <w:rsid w:val="005C0717"/>
    <w:rsid w:val="005F675A"/>
    <w:rsid w:val="00604AE4"/>
    <w:rsid w:val="006B4666"/>
    <w:rsid w:val="00713862"/>
    <w:rsid w:val="007D490C"/>
    <w:rsid w:val="007D4C00"/>
    <w:rsid w:val="00805467"/>
    <w:rsid w:val="00843561"/>
    <w:rsid w:val="00844784"/>
    <w:rsid w:val="0084795C"/>
    <w:rsid w:val="00852BD7"/>
    <w:rsid w:val="0086676C"/>
    <w:rsid w:val="00880AFB"/>
    <w:rsid w:val="00896C03"/>
    <w:rsid w:val="00944813"/>
    <w:rsid w:val="00951A9E"/>
    <w:rsid w:val="00963553"/>
    <w:rsid w:val="009965CB"/>
    <w:rsid w:val="00A35C58"/>
    <w:rsid w:val="00A360E0"/>
    <w:rsid w:val="00A53823"/>
    <w:rsid w:val="00AC6A02"/>
    <w:rsid w:val="00AF2AA3"/>
    <w:rsid w:val="00AF7943"/>
    <w:rsid w:val="00B638C8"/>
    <w:rsid w:val="00B97063"/>
    <w:rsid w:val="00BE0B0E"/>
    <w:rsid w:val="00BE1D60"/>
    <w:rsid w:val="00BE5F4E"/>
    <w:rsid w:val="00C919F9"/>
    <w:rsid w:val="00C94030"/>
    <w:rsid w:val="00CD5B5B"/>
    <w:rsid w:val="00CF4629"/>
    <w:rsid w:val="00D14AD9"/>
    <w:rsid w:val="00D15E6E"/>
    <w:rsid w:val="00D62137"/>
    <w:rsid w:val="00DA1D3F"/>
    <w:rsid w:val="00DB2F3A"/>
    <w:rsid w:val="00DD08B0"/>
    <w:rsid w:val="00DD4865"/>
    <w:rsid w:val="00E31FDF"/>
    <w:rsid w:val="00E51915"/>
    <w:rsid w:val="00F20E06"/>
    <w:rsid w:val="00FB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2993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675A"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6"/>
      <w:lang w:val="en-GB"/>
    </w:rPr>
  </w:style>
  <w:style w:type="paragraph" w:styleId="BodyText">
    <w:name w:val="Body Text"/>
    <w:basedOn w:val="Normal"/>
    <w:pPr>
      <w:jc w:val="center"/>
    </w:pPr>
    <w:rPr>
      <w:rFonts w:ascii="Arial" w:hAnsi="Arial"/>
      <w:sz w:val="16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tabs>
        <w:tab w:val="left" w:pos="5670"/>
      </w:tabs>
      <w:spacing w:line="260" w:lineRule="exact"/>
      <w:ind w:right="284" w:firstLine="284"/>
      <w:jc w:val="both"/>
    </w:pPr>
    <w:rPr>
      <w:rFonts w:ascii="Arial" w:hAnsi="Arial"/>
      <w:sz w:val="20"/>
    </w:rPr>
  </w:style>
  <w:style w:type="table" w:styleId="TableGrid">
    <w:name w:val="Table Grid"/>
    <w:basedOn w:val="TableNormal"/>
    <w:rsid w:val="00D62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84795C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hfsp@hoeg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arladelacruz/Downloads/Letter%20HA%20FS%20-%20Phil_EN_R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553B2B6656E4385E962234550140A" ma:contentTypeVersion="2" ma:contentTypeDescription="Create a new document." ma:contentTypeScope="" ma:versionID="676a4dde8f2b71d61085bfd642b2aa9c">
  <xsd:schema xmlns:xsd="http://www.w3.org/2001/XMLSchema" xmlns:xs="http://www.w3.org/2001/XMLSchema" xmlns:p="http://schemas.microsoft.com/office/2006/metadata/properties" xmlns:ns2="ce6b6d74-fcc2-4e75-a34d-879925435f6b" targetNamespace="http://schemas.microsoft.com/office/2006/metadata/properties" ma:root="true" ma:fieldsID="8205ffc457be13791dfb8e4ff2e469cc" ns2:_="">
    <xsd:import namespace="ce6b6d74-fcc2-4e75-a34d-879925435f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b6d74-fcc2-4e75-a34d-879925435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A6B05B-2103-4B4E-922D-4E0FBEEF5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b6d74-fcc2-4e75-a34d-879925435f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22E2F-AE15-4295-89EC-5D70C892C5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74A53F-9262-4256-8EEF-7DFE91E0CF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199C3A-7001-41B2-95A9-DD289DE2F2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HA FS - Phil_EN_R02.dotx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2024-09-25T01:05:00Z</dcterms:created>
  <dcterms:modified xsi:type="dcterms:W3CDTF">2024-09-25T01:05:00Z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0x010100BE3553B2B6656E4385E962234550140A</vt:lpwstr>
  </property>
</Properties>
</file>